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551" w:rsidRPr="00BF5DFE" w:rsidRDefault="003E16D3" w:rsidP="00C31551">
      <w:pPr>
        <w:pStyle w:val="SubHead"/>
        <w:jc w:val="right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Amstetten, 19. Jänner 2012</w:t>
      </w:r>
    </w:p>
    <w:p w:rsidR="00C31551" w:rsidRPr="00BF5DFE" w:rsidRDefault="00C31551" w:rsidP="00C31551">
      <w:pPr>
        <w:pStyle w:val="SubHead"/>
        <w:jc w:val="right"/>
        <w:rPr>
          <w:rFonts w:cs="Arial"/>
          <w:b w:val="0"/>
          <w:szCs w:val="22"/>
        </w:rPr>
      </w:pPr>
    </w:p>
    <w:p w:rsidR="00BF5DFE" w:rsidRPr="00BF5DFE" w:rsidRDefault="00BF5DFE" w:rsidP="00C31551">
      <w:pPr>
        <w:pStyle w:val="SubHead"/>
        <w:jc w:val="right"/>
        <w:rPr>
          <w:rFonts w:cs="Arial"/>
          <w:b w:val="0"/>
          <w:szCs w:val="22"/>
        </w:rPr>
      </w:pPr>
    </w:p>
    <w:p w:rsidR="00C31551" w:rsidRPr="00BF5DFE" w:rsidRDefault="00BF5DFE" w:rsidP="00C31551">
      <w:pPr>
        <w:pStyle w:val="SubHead"/>
        <w:jc w:val="center"/>
        <w:rPr>
          <w:rFonts w:cs="Arial"/>
          <w:szCs w:val="22"/>
        </w:rPr>
      </w:pPr>
      <w:r w:rsidRPr="00BF5DFE">
        <w:rPr>
          <w:rFonts w:cs="Arial"/>
          <w:szCs w:val="22"/>
        </w:rPr>
        <w:t>Presseinformation</w:t>
      </w:r>
    </w:p>
    <w:p w:rsidR="00BF5DFE" w:rsidRPr="00BF5DFE" w:rsidRDefault="00BF5DFE">
      <w:pPr>
        <w:pStyle w:val="SubHead"/>
        <w:rPr>
          <w:rFonts w:cs="Arial"/>
          <w:szCs w:val="22"/>
        </w:rPr>
      </w:pPr>
    </w:p>
    <w:p w:rsidR="00C31551" w:rsidRPr="00BF5DFE" w:rsidRDefault="00C31551">
      <w:pPr>
        <w:pStyle w:val="SubHead"/>
        <w:rPr>
          <w:rFonts w:cs="Arial"/>
          <w:szCs w:val="22"/>
        </w:rPr>
      </w:pPr>
    </w:p>
    <w:p w:rsidR="007630C5" w:rsidRDefault="007630C5" w:rsidP="001A780D">
      <w:pPr>
        <w:pStyle w:val="berschrift1"/>
        <w:spacing w:line="264" w:lineRule="auto"/>
        <w:rPr>
          <w:szCs w:val="32"/>
        </w:rPr>
      </w:pPr>
      <w:r>
        <w:rPr>
          <w:szCs w:val="32"/>
        </w:rPr>
        <w:t>Holzforschung hat großes Potenzial</w:t>
      </w:r>
    </w:p>
    <w:p w:rsidR="001A780D" w:rsidRPr="007630C5" w:rsidRDefault="007630C5" w:rsidP="001A780D">
      <w:pPr>
        <w:pStyle w:val="berschrift1"/>
        <w:spacing w:line="264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D</w:t>
      </w:r>
      <w:r w:rsidR="003E16D3" w:rsidRPr="007630C5">
        <w:rPr>
          <w:sz w:val="24"/>
          <w:szCs w:val="24"/>
        </w:rPr>
        <w:t>oka</w:t>
      </w:r>
      <w:proofErr w:type="spellEnd"/>
      <w:r w:rsidR="003E16D3" w:rsidRPr="007630C5">
        <w:rPr>
          <w:sz w:val="24"/>
          <w:szCs w:val="24"/>
        </w:rPr>
        <w:t xml:space="preserve">-Vorstand </w:t>
      </w:r>
      <w:r>
        <w:rPr>
          <w:sz w:val="24"/>
          <w:szCs w:val="24"/>
        </w:rPr>
        <w:t xml:space="preserve">Josef </w:t>
      </w:r>
      <w:proofErr w:type="spellStart"/>
      <w:r w:rsidR="003E16D3" w:rsidRPr="007630C5">
        <w:rPr>
          <w:sz w:val="24"/>
          <w:szCs w:val="24"/>
        </w:rPr>
        <w:t>Kurzmann</w:t>
      </w:r>
      <w:proofErr w:type="spellEnd"/>
      <w:r w:rsidR="003E16D3" w:rsidRPr="007630C5">
        <w:rPr>
          <w:sz w:val="24"/>
          <w:szCs w:val="24"/>
        </w:rPr>
        <w:t xml:space="preserve"> </w:t>
      </w:r>
      <w:r w:rsidR="002462F4">
        <w:rPr>
          <w:sz w:val="24"/>
          <w:szCs w:val="24"/>
        </w:rPr>
        <w:t xml:space="preserve">zum ÖGH-Präsidenten </w:t>
      </w:r>
      <w:r w:rsidR="009213EE">
        <w:rPr>
          <w:sz w:val="24"/>
          <w:szCs w:val="24"/>
        </w:rPr>
        <w:t>gewählt</w:t>
      </w:r>
    </w:p>
    <w:p w:rsidR="001A780D" w:rsidRPr="000226EA" w:rsidRDefault="001A780D" w:rsidP="000226EA">
      <w:pPr>
        <w:pStyle w:val="Einleitung"/>
        <w:spacing w:line="264" w:lineRule="auto"/>
        <w:rPr>
          <w:rFonts w:cs="Arial"/>
          <w:szCs w:val="22"/>
        </w:rPr>
      </w:pPr>
    </w:p>
    <w:p w:rsidR="004A20F6" w:rsidRDefault="004A20F6" w:rsidP="000226EA">
      <w:pPr>
        <w:shd w:val="clear" w:color="auto" w:fill="FFFFFF"/>
        <w:spacing w:line="264" w:lineRule="auto"/>
        <w:rPr>
          <w:rFonts w:cs="Arial"/>
          <w:b/>
          <w:color w:val="313131"/>
          <w:szCs w:val="22"/>
        </w:rPr>
      </w:pPr>
      <w:r>
        <w:rPr>
          <w:rFonts w:cs="Arial"/>
          <w:b/>
          <w:color w:val="313131"/>
          <w:szCs w:val="22"/>
        </w:rPr>
        <w:t xml:space="preserve">An der Spitze der Österreichischen Gesellschaft für Holzforschung (ÖGH) kam es nach mehr als sieben Jahren zu einer Wachablöse. </w:t>
      </w:r>
      <w:proofErr w:type="spellStart"/>
      <w:r>
        <w:rPr>
          <w:rFonts w:cs="Arial"/>
          <w:b/>
          <w:color w:val="313131"/>
          <w:szCs w:val="22"/>
        </w:rPr>
        <w:t>Doka</w:t>
      </w:r>
      <w:proofErr w:type="spellEnd"/>
      <w:r w:rsidR="00D77742">
        <w:rPr>
          <w:rFonts w:cs="Arial"/>
          <w:b/>
          <w:color w:val="313131"/>
          <w:szCs w:val="22"/>
        </w:rPr>
        <w:t xml:space="preserve"> Group</w:t>
      </w:r>
      <w:r>
        <w:rPr>
          <w:rFonts w:cs="Arial"/>
          <w:b/>
          <w:color w:val="313131"/>
          <w:szCs w:val="22"/>
        </w:rPr>
        <w:t xml:space="preserve">-Vorstand Josef </w:t>
      </w:r>
      <w:proofErr w:type="spellStart"/>
      <w:r>
        <w:rPr>
          <w:rFonts w:cs="Arial"/>
          <w:b/>
          <w:color w:val="313131"/>
          <w:szCs w:val="22"/>
        </w:rPr>
        <w:t>Kurzmann</w:t>
      </w:r>
      <w:proofErr w:type="spellEnd"/>
      <w:r>
        <w:rPr>
          <w:rFonts w:cs="Arial"/>
          <w:b/>
          <w:color w:val="313131"/>
          <w:szCs w:val="22"/>
        </w:rPr>
        <w:t xml:space="preserve"> löst</w:t>
      </w:r>
      <w:r w:rsidR="00F05C7D">
        <w:rPr>
          <w:rFonts w:cs="Arial"/>
          <w:b/>
          <w:color w:val="313131"/>
          <w:szCs w:val="22"/>
        </w:rPr>
        <w:t>e</w:t>
      </w:r>
      <w:r>
        <w:rPr>
          <w:rFonts w:cs="Arial"/>
          <w:b/>
          <w:color w:val="313131"/>
          <w:szCs w:val="22"/>
        </w:rPr>
        <w:t xml:space="preserve"> Bundesforste-Vorstandssprecher Georg </w:t>
      </w:r>
      <w:proofErr w:type="spellStart"/>
      <w:r>
        <w:rPr>
          <w:rFonts w:cs="Arial"/>
          <w:b/>
          <w:color w:val="313131"/>
          <w:szCs w:val="22"/>
        </w:rPr>
        <w:t>Erlacher</w:t>
      </w:r>
      <w:proofErr w:type="spellEnd"/>
      <w:r>
        <w:rPr>
          <w:rFonts w:cs="Arial"/>
          <w:b/>
          <w:color w:val="313131"/>
          <w:szCs w:val="22"/>
        </w:rPr>
        <w:t xml:space="preserve"> als ÖGH-Präsident ab. Die Österreichische Gesellschaft für Holzforschung ist der Trägerverein der Holzforschung Austria, </w:t>
      </w:r>
      <w:r w:rsidR="00F05C7D">
        <w:rPr>
          <w:rFonts w:cs="Arial"/>
          <w:b/>
          <w:color w:val="313131"/>
          <w:szCs w:val="22"/>
        </w:rPr>
        <w:t>d</w:t>
      </w:r>
      <w:r w:rsidR="00BD4F3C">
        <w:rPr>
          <w:rFonts w:cs="Arial"/>
          <w:b/>
          <w:color w:val="313131"/>
          <w:szCs w:val="22"/>
        </w:rPr>
        <w:t>es</w:t>
      </w:r>
      <w:r w:rsidR="00F05C7D">
        <w:rPr>
          <w:rFonts w:cs="Arial"/>
          <w:b/>
          <w:color w:val="313131"/>
          <w:szCs w:val="22"/>
        </w:rPr>
        <w:t xml:space="preserve"> größte</w:t>
      </w:r>
      <w:r w:rsidR="00BD4F3C">
        <w:rPr>
          <w:rFonts w:cs="Arial"/>
          <w:b/>
          <w:color w:val="313131"/>
          <w:szCs w:val="22"/>
        </w:rPr>
        <w:t>n</w:t>
      </w:r>
      <w:r w:rsidR="00581F9F">
        <w:rPr>
          <w:rFonts w:cs="Arial"/>
          <w:b/>
          <w:color w:val="313131"/>
          <w:szCs w:val="22"/>
        </w:rPr>
        <w:t xml:space="preserve"> </w:t>
      </w:r>
      <w:r w:rsidR="00F05C7D">
        <w:rPr>
          <w:rFonts w:cs="Arial"/>
          <w:b/>
          <w:color w:val="313131"/>
          <w:szCs w:val="22"/>
        </w:rPr>
        <w:t>Forschungs- und Prüfinstitut</w:t>
      </w:r>
      <w:r w:rsidR="00BD4F3C">
        <w:rPr>
          <w:rFonts w:cs="Arial"/>
          <w:b/>
          <w:color w:val="313131"/>
          <w:szCs w:val="22"/>
        </w:rPr>
        <w:t>s</w:t>
      </w:r>
      <w:r w:rsidR="00F05C7D">
        <w:rPr>
          <w:rFonts w:cs="Arial"/>
          <w:b/>
          <w:color w:val="313131"/>
          <w:szCs w:val="22"/>
        </w:rPr>
        <w:t xml:space="preserve"> für Holz in Österreich.</w:t>
      </w:r>
    </w:p>
    <w:p w:rsidR="000226EA" w:rsidRPr="000226EA" w:rsidRDefault="000226EA" w:rsidP="000226EA">
      <w:pPr>
        <w:shd w:val="clear" w:color="auto" w:fill="FFFFFF"/>
        <w:spacing w:line="264" w:lineRule="auto"/>
        <w:rPr>
          <w:rFonts w:cs="Arial"/>
          <w:color w:val="313131"/>
          <w:szCs w:val="22"/>
        </w:rPr>
      </w:pPr>
    </w:p>
    <w:p w:rsidR="004824E7" w:rsidRDefault="00F05C7D" w:rsidP="000226EA">
      <w:pPr>
        <w:shd w:val="clear" w:color="auto" w:fill="FFFFFF"/>
        <w:spacing w:line="264" w:lineRule="auto"/>
        <w:rPr>
          <w:rFonts w:cs="Arial"/>
          <w:color w:val="313131"/>
          <w:szCs w:val="22"/>
        </w:rPr>
      </w:pPr>
      <w:r>
        <w:rPr>
          <w:rFonts w:cs="Arial"/>
          <w:color w:val="313131"/>
          <w:szCs w:val="22"/>
        </w:rPr>
        <w:t>„Unternehmen brauchen innovative, mehrwertstiftende Produkte und Lösungen, um lang</w:t>
      </w:r>
      <w:r w:rsidR="001C5BE9">
        <w:rPr>
          <w:rFonts w:cs="Arial"/>
          <w:color w:val="313131"/>
          <w:szCs w:val="22"/>
        </w:rPr>
        <w:softHyphen/>
      </w:r>
      <w:r>
        <w:rPr>
          <w:rFonts w:cs="Arial"/>
          <w:color w:val="313131"/>
          <w:szCs w:val="22"/>
        </w:rPr>
        <w:t xml:space="preserve">fristig erfolgreich zu sein. </w:t>
      </w:r>
      <w:r w:rsidR="00FE2310">
        <w:rPr>
          <w:rFonts w:cs="Arial"/>
          <w:color w:val="313131"/>
          <w:szCs w:val="22"/>
        </w:rPr>
        <w:t xml:space="preserve">Die Zusammenarbeit mit </w:t>
      </w:r>
      <w:r w:rsidR="00BD4F3C">
        <w:rPr>
          <w:rFonts w:cs="Arial"/>
          <w:color w:val="313131"/>
          <w:szCs w:val="22"/>
        </w:rPr>
        <w:t xml:space="preserve">erstklassigen </w:t>
      </w:r>
      <w:r w:rsidR="00FE2310">
        <w:rPr>
          <w:rFonts w:cs="Arial"/>
          <w:color w:val="313131"/>
          <w:szCs w:val="22"/>
        </w:rPr>
        <w:t>Forschungseinrichtungen ist dabei ein Schlüssel zum Erfolg“</w:t>
      </w:r>
      <w:r>
        <w:rPr>
          <w:rFonts w:cs="Arial"/>
          <w:color w:val="313131"/>
          <w:szCs w:val="22"/>
        </w:rPr>
        <w:t xml:space="preserve">, </w:t>
      </w:r>
      <w:r w:rsidR="00BD4F3C">
        <w:rPr>
          <w:rFonts w:cs="Arial"/>
          <w:color w:val="313131"/>
          <w:szCs w:val="22"/>
        </w:rPr>
        <w:t xml:space="preserve">sagt </w:t>
      </w:r>
      <w:r>
        <w:rPr>
          <w:rFonts w:cs="Arial"/>
          <w:color w:val="313131"/>
          <w:szCs w:val="22"/>
        </w:rPr>
        <w:t xml:space="preserve">Josef </w:t>
      </w:r>
      <w:proofErr w:type="spellStart"/>
      <w:r>
        <w:rPr>
          <w:rFonts w:cs="Arial"/>
          <w:color w:val="313131"/>
          <w:szCs w:val="22"/>
        </w:rPr>
        <w:t>Kurzma</w:t>
      </w:r>
      <w:r w:rsidR="00C958F9">
        <w:rPr>
          <w:rFonts w:cs="Arial"/>
          <w:color w:val="313131"/>
          <w:szCs w:val="22"/>
        </w:rPr>
        <w:t>n</w:t>
      </w:r>
      <w:r>
        <w:rPr>
          <w:rFonts w:cs="Arial"/>
          <w:color w:val="313131"/>
          <w:szCs w:val="22"/>
        </w:rPr>
        <w:t>n</w:t>
      </w:r>
      <w:proofErr w:type="spellEnd"/>
      <w:r>
        <w:rPr>
          <w:rFonts w:cs="Arial"/>
          <w:color w:val="313131"/>
          <w:szCs w:val="22"/>
        </w:rPr>
        <w:t xml:space="preserve">, der </w:t>
      </w:r>
      <w:r w:rsidR="001C5BE9">
        <w:rPr>
          <w:rFonts w:cs="Arial"/>
          <w:color w:val="313131"/>
          <w:szCs w:val="22"/>
        </w:rPr>
        <w:t xml:space="preserve">dem ÖGH-Präsidium </w:t>
      </w:r>
      <w:r w:rsidR="00BD4F3C">
        <w:rPr>
          <w:rFonts w:cs="Arial"/>
          <w:color w:val="313131"/>
          <w:szCs w:val="22"/>
        </w:rPr>
        <w:t xml:space="preserve">bereits </w:t>
      </w:r>
      <w:r>
        <w:rPr>
          <w:rFonts w:cs="Arial"/>
          <w:color w:val="313131"/>
          <w:szCs w:val="22"/>
        </w:rPr>
        <w:t xml:space="preserve">vor seiner Wahl zum </w:t>
      </w:r>
      <w:r w:rsidR="001C5BE9">
        <w:rPr>
          <w:rFonts w:cs="Arial"/>
          <w:color w:val="313131"/>
          <w:szCs w:val="22"/>
        </w:rPr>
        <w:t>P</w:t>
      </w:r>
      <w:r>
        <w:rPr>
          <w:rFonts w:cs="Arial"/>
          <w:color w:val="313131"/>
          <w:szCs w:val="22"/>
        </w:rPr>
        <w:t>räsidenten angehörte.</w:t>
      </w:r>
      <w:r w:rsidR="00AC6693">
        <w:rPr>
          <w:rFonts w:cs="Arial"/>
          <w:color w:val="313131"/>
          <w:szCs w:val="22"/>
        </w:rPr>
        <w:t xml:space="preserve"> „Diese Unternehmen werden auch </w:t>
      </w:r>
      <w:r w:rsidR="004824E7">
        <w:rPr>
          <w:rFonts w:cs="Arial"/>
          <w:color w:val="313131"/>
          <w:szCs w:val="22"/>
        </w:rPr>
        <w:t>ihrer g</w:t>
      </w:r>
      <w:r w:rsidR="00AC6693">
        <w:rPr>
          <w:rFonts w:cs="Arial"/>
          <w:color w:val="313131"/>
          <w:szCs w:val="22"/>
        </w:rPr>
        <w:t>esellschaftlichen Verantwortung</w:t>
      </w:r>
      <w:r w:rsidR="004824E7">
        <w:rPr>
          <w:rFonts w:cs="Arial"/>
          <w:color w:val="313131"/>
          <w:szCs w:val="22"/>
        </w:rPr>
        <w:t xml:space="preserve"> in hohem Maße g</w:t>
      </w:r>
      <w:r w:rsidR="00AC6693">
        <w:rPr>
          <w:rFonts w:cs="Arial"/>
          <w:color w:val="313131"/>
          <w:szCs w:val="22"/>
        </w:rPr>
        <w:t>erecht</w:t>
      </w:r>
      <w:r w:rsidR="004824E7">
        <w:rPr>
          <w:rFonts w:cs="Arial"/>
          <w:color w:val="313131"/>
          <w:szCs w:val="22"/>
        </w:rPr>
        <w:t xml:space="preserve">. Ihnen gelingt es, </w:t>
      </w:r>
      <w:proofErr w:type="spellStart"/>
      <w:r w:rsidR="004824E7">
        <w:rPr>
          <w:rFonts w:cs="Arial"/>
          <w:color w:val="313131"/>
          <w:szCs w:val="22"/>
        </w:rPr>
        <w:t>u</w:t>
      </w:r>
      <w:r w:rsidR="00AC6693">
        <w:rPr>
          <w:rFonts w:cs="Arial"/>
          <w:color w:val="313131"/>
          <w:szCs w:val="22"/>
        </w:rPr>
        <w:t>mwelt</w:t>
      </w:r>
      <w:proofErr w:type="spellEnd"/>
      <w:r w:rsidR="00AC6693">
        <w:rPr>
          <w:rFonts w:cs="Arial"/>
          <w:color w:val="313131"/>
          <w:szCs w:val="22"/>
        </w:rPr>
        <w:t xml:space="preserve">- und </w:t>
      </w:r>
      <w:r w:rsidR="004824E7">
        <w:rPr>
          <w:rFonts w:cs="Arial"/>
          <w:color w:val="313131"/>
          <w:szCs w:val="22"/>
        </w:rPr>
        <w:t>r</w:t>
      </w:r>
      <w:r w:rsidR="00AC6693">
        <w:rPr>
          <w:rFonts w:cs="Arial"/>
          <w:color w:val="313131"/>
          <w:szCs w:val="22"/>
        </w:rPr>
        <w:t xml:space="preserve">essourcenschonende Produkte </w:t>
      </w:r>
      <w:r w:rsidR="004824E7">
        <w:rPr>
          <w:rFonts w:cs="Arial"/>
          <w:color w:val="313131"/>
          <w:szCs w:val="22"/>
        </w:rPr>
        <w:t xml:space="preserve">zu entwickeln </w:t>
      </w:r>
      <w:r w:rsidR="002462F4">
        <w:rPr>
          <w:rFonts w:cs="Arial"/>
          <w:color w:val="313131"/>
          <w:szCs w:val="22"/>
        </w:rPr>
        <w:t xml:space="preserve">und </w:t>
      </w:r>
      <w:r w:rsidR="004824E7">
        <w:rPr>
          <w:rFonts w:cs="Arial"/>
          <w:color w:val="313131"/>
          <w:szCs w:val="22"/>
        </w:rPr>
        <w:t xml:space="preserve">zu vermarkten </w:t>
      </w:r>
      <w:r w:rsidR="002462F4">
        <w:rPr>
          <w:rFonts w:cs="Arial"/>
          <w:color w:val="313131"/>
          <w:szCs w:val="22"/>
        </w:rPr>
        <w:t xml:space="preserve">sowie </w:t>
      </w:r>
      <w:r w:rsidR="00AC6693">
        <w:rPr>
          <w:rFonts w:cs="Arial"/>
          <w:color w:val="313131"/>
          <w:szCs w:val="22"/>
        </w:rPr>
        <w:t>für Wertschöpfung im I</w:t>
      </w:r>
      <w:r w:rsidR="004824E7">
        <w:rPr>
          <w:rFonts w:cs="Arial"/>
          <w:color w:val="313131"/>
          <w:szCs w:val="22"/>
        </w:rPr>
        <w:t>n</w:t>
      </w:r>
      <w:r w:rsidR="00AC6693">
        <w:rPr>
          <w:rFonts w:cs="Arial"/>
          <w:color w:val="313131"/>
          <w:szCs w:val="22"/>
        </w:rPr>
        <w:t>- und Ausland zu sorgen.</w:t>
      </w:r>
      <w:r w:rsidR="004824E7">
        <w:rPr>
          <w:rFonts w:cs="Arial"/>
          <w:color w:val="313131"/>
          <w:szCs w:val="22"/>
        </w:rPr>
        <w:t>“</w:t>
      </w:r>
    </w:p>
    <w:p w:rsidR="004824E7" w:rsidRDefault="004824E7" w:rsidP="000226EA">
      <w:pPr>
        <w:shd w:val="clear" w:color="auto" w:fill="FFFFFF"/>
        <w:spacing w:line="264" w:lineRule="auto"/>
        <w:rPr>
          <w:rFonts w:cs="Arial"/>
          <w:color w:val="313131"/>
          <w:szCs w:val="22"/>
        </w:rPr>
      </w:pPr>
    </w:p>
    <w:p w:rsidR="00C958F9" w:rsidRDefault="00AC6693" w:rsidP="00C958F9">
      <w:pPr>
        <w:shd w:val="clear" w:color="auto" w:fill="FFFFFF"/>
        <w:spacing w:line="264" w:lineRule="auto"/>
        <w:rPr>
          <w:rFonts w:cs="Arial"/>
          <w:color w:val="313131"/>
          <w:szCs w:val="22"/>
        </w:rPr>
      </w:pPr>
      <w:r>
        <w:rPr>
          <w:rFonts w:cs="Arial"/>
          <w:color w:val="313131"/>
          <w:szCs w:val="22"/>
        </w:rPr>
        <w:t xml:space="preserve">Die </w:t>
      </w:r>
      <w:proofErr w:type="spellStart"/>
      <w:r>
        <w:rPr>
          <w:rFonts w:cs="Arial"/>
          <w:color w:val="313131"/>
          <w:szCs w:val="22"/>
        </w:rPr>
        <w:t>Doka</w:t>
      </w:r>
      <w:proofErr w:type="spellEnd"/>
      <w:r>
        <w:rPr>
          <w:rFonts w:cs="Arial"/>
          <w:color w:val="313131"/>
          <w:szCs w:val="22"/>
        </w:rPr>
        <w:t xml:space="preserve"> und die Holzforschung Austria verbindet eine langjährige erfolgreiche Zusammenarbeit, die von der Güteüberwachung von </w:t>
      </w:r>
      <w:proofErr w:type="spellStart"/>
      <w:r>
        <w:rPr>
          <w:rFonts w:cs="Arial"/>
          <w:color w:val="313131"/>
          <w:szCs w:val="22"/>
        </w:rPr>
        <w:t>Doka</w:t>
      </w:r>
      <w:proofErr w:type="spellEnd"/>
      <w:r>
        <w:rPr>
          <w:rFonts w:cs="Arial"/>
          <w:color w:val="313131"/>
          <w:szCs w:val="22"/>
        </w:rPr>
        <w:t>-Holzprodukten bis zu gemeinsamen Forschungsprojekten reicht.</w:t>
      </w:r>
      <w:r w:rsidR="004824E7">
        <w:rPr>
          <w:rFonts w:cs="Arial"/>
          <w:color w:val="313131"/>
          <w:szCs w:val="22"/>
        </w:rPr>
        <w:t xml:space="preserve"> </w:t>
      </w:r>
      <w:r w:rsidR="00F05C7D">
        <w:rPr>
          <w:rFonts w:cs="Arial"/>
          <w:color w:val="313131"/>
          <w:szCs w:val="22"/>
        </w:rPr>
        <w:t>In</w:t>
      </w:r>
      <w:r w:rsidR="00C958F9">
        <w:rPr>
          <w:rFonts w:cs="Arial"/>
          <w:color w:val="313131"/>
          <w:szCs w:val="22"/>
        </w:rPr>
        <w:t xml:space="preserve"> seiner neuen Funktion will Jos</w:t>
      </w:r>
      <w:r w:rsidR="00F05C7D">
        <w:rPr>
          <w:rFonts w:cs="Arial"/>
          <w:color w:val="313131"/>
          <w:szCs w:val="22"/>
        </w:rPr>
        <w:t xml:space="preserve">ef </w:t>
      </w:r>
      <w:proofErr w:type="spellStart"/>
      <w:r w:rsidR="00F05C7D">
        <w:rPr>
          <w:rFonts w:cs="Arial"/>
          <w:color w:val="313131"/>
          <w:szCs w:val="22"/>
        </w:rPr>
        <w:t>Kurzmann</w:t>
      </w:r>
      <w:proofErr w:type="spellEnd"/>
      <w:r w:rsidR="00F05C7D">
        <w:rPr>
          <w:rFonts w:cs="Arial"/>
          <w:color w:val="313131"/>
          <w:szCs w:val="22"/>
        </w:rPr>
        <w:t xml:space="preserve"> den erfolgreichen Weg seines Vorgängers </w:t>
      </w:r>
      <w:r w:rsidR="00C958F9">
        <w:rPr>
          <w:rFonts w:cs="Arial"/>
          <w:color w:val="313131"/>
          <w:szCs w:val="22"/>
        </w:rPr>
        <w:t>G</w:t>
      </w:r>
      <w:r w:rsidR="00F05C7D">
        <w:rPr>
          <w:rFonts w:cs="Arial"/>
          <w:color w:val="313131"/>
          <w:szCs w:val="22"/>
        </w:rPr>
        <w:t xml:space="preserve">eorg </w:t>
      </w:r>
      <w:proofErr w:type="spellStart"/>
      <w:r w:rsidR="00F05C7D">
        <w:rPr>
          <w:rFonts w:cs="Arial"/>
          <w:color w:val="313131"/>
          <w:szCs w:val="22"/>
        </w:rPr>
        <w:t>Erlacher</w:t>
      </w:r>
      <w:proofErr w:type="spellEnd"/>
      <w:r w:rsidR="00F05C7D">
        <w:rPr>
          <w:rFonts w:cs="Arial"/>
          <w:color w:val="313131"/>
          <w:szCs w:val="22"/>
        </w:rPr>
        <w:t>, V</w:t>
      </w:r>
      <w:r w:rsidR="00C958F9">
        <w:rPr>
          <w:rFonts w:cs="Arial"/>
          <w:color w:val="313131"/>
          <w:szCs w:val="22"/>
        </w:rPr>
        <w:t>o</w:t>
      </w:r>
      <w:r w:rsidR="00F05C7D">
        <w:rPr>
          <w:rFonts w:cs="Arial"/>
          <w:color w:val="313131"/>
          <w:szCs w:val="22"/>
        </w:rPr>
        <w:t xml:space="preserve">rstandssprecher der Österreichischen </w:t>
      </w:r>
      <w:r w:rsidR="00C958F9">
        <w:rPr>
          <w:rFonts w:cs="Arial"/>
          <w:color w:val="313131"/>
          <w:szCs w:val="22"/>
        </w:rPr>
        <w:t>B</w:t>
      </w:r>
      <w:r w:rsidR="00F05C7D">
        <w:rPr>
          <w:rFonts w:cs="Arial"/>
          <w:color w:val="313131"/>
          <w:szCs w:val="22"/>
        </w:rPr>
        <w:t>undesforste</w:t>
      </w:r>
      <w:r w:rsidR="00C958F9">
        <w:rPr>
          <w:rFonts w:cs="Arial"/>
          <w:color w:val="313131"/>
          <w:szCs w:val="22"/>
        </w:rPr>
        <w:t>,</w:t>
      </w:r>
      <w:r w:rsidR="00F05C7D">
        <w:rPr>
          <w:rFonts w:cs="Arial"/>
          <w:color w:val="313131"/>
          <w:szCs w:val="22"/>
        </w:rPr>
        <w:t xml:space="preserve"> </w:t>
      </w:r>
      <w:r w:rsidR="00C958F9">
        <w:rPr>
          <w:rFonts w:cs="Arial"/>
          <w:color w:val="313131"/>
          <w:szCs w:val="22"/>
        </w:rPr>
        <w:t>f</w:t>
      </w:r>
      <w:r w:rsidR="00F05C7D">
        <w:rPr>
          <w:rFonts w:cs="Arial"/>
          <w:color w:val="313131"/>
          <w:szCs w:val="22"/>
        </w:rPr>
        <w:t>o</w:t>
      </w:r>
      <w:r w:rsidR="00C958F9">
        <w:rPr>
          <w:rFonts w:cs="Arial"/>
          <w:color w:val="313131"/>
          <w:szCs w:val="22"/>
        </w:rPr>
        <w:t>r</w:t>
      </w:r>
      <w:r w:rsidR="00F05C7D">
        <w:rPr>
          <w:rFonts w:cs="Arial"/>
          <w:color w:val="313131"/>
          <w:szCs w:val="22"/>
        </w:rPr>
        <w:t>tsetzen</w:t>
      </w:r>
      <w:r w:rsidR="003A087D">
        <w:rPr>
          <w:rFonts w:cs="Arial"/>
          <w:color w:val="313131"/>
          <w:szCs w:val="22"/>
        </w:rPr>
        <w:t xml:space="preserve"> und die </w:t>
      </w:r>
      <w:r w:rsidR="00C958F9">
        <w:rPr>
          <w:rFonts w:cs="Arial"/>
          <w:color w:val="313131"/>
          <w:szCs w:val="22"/>
        </w:rPr>
        <w:t>Entwicklung innovativer Produkte voran</w:t>
      </w:r>
      <w:r w:rsidR="003A087D">
        <w:rPr>
          <w:rFonts w:cs="Arial"/>
          <w:color w:val="313131"/>
          <w:szCs w:val="22"/>
        </w:rPr>
        <w:t>treibe</w:t>
      </w:r>
      <w:r w:rsidR="00BD4F3C">
        <w:rPr>
          <w:rFonts w:cs="Arial"/>
          <w:color w:val="313131"/>
          <w:szCs w:val="22"/>
        </w:rPr>
        <w:t>n</w:t>
      </w:r>
      <w:r w:rsidR="003A087D">
        <w:rPr>
          <w:rFonts w:cs="Arial"/>
          <w:color w:val="313131"/>
          <w:szCs w:val="22"/>
        </w:rPr>
        <w:t>. „Die Holzbranche hat enormes Potenzial. Die angewandte Forschung für Neuentwicklungen, insbesondere bei Fragen der Verleimung</w:t>
      </w:r>
      <w:r w:rsidR="003C251B">
        <w:rPr>
          <w:rFonts w:cs="Arial"/>
          <w:color w:val="313131"/>
          <w:szCs w:val="22"/>
        </w:rPr>
        <w:t xml:space="preserve"> oder </w:t>
      </w:r>
      <w:r w:rsidR="003A087D">
        <w:rPr>
          <w:rFonts w:cs="Arial"/>
          <w:color w:val="313131"/>
          <w:szCs w:val="22"/>
        </w:rPr>
        <w:t>der Festigkeitssortierung</w:t>
      </w:r>
      <w:r w:rsidR="009213EE">
        <w:rPr>
          <w:rFonts w:cs="Arial"/>
          <w:color w:val="313131"/>
          <w:szCs w:val="22"/>
        </w:rPr>
        <w:t>,</w:t>
      </w:r>
      <w:r w:rsidR="003A087D">
        <w:rPr>
          <w:rFonts w:cs="Arial"/>
          <w:color w:val="313131"/>
          <w:szCs w:val="22"/>
        </w:rPr>
        <w:t xml:space="preserve"> sind m</w:t>
      </w:r>
      <w:r w:rsidR="00416233">
        <w:rPr>
          <w:rFonts w:cs="Arial"/>
          <w:color w:val="313131"/>
          <w:szCs w:val="22"/>
        </w:rPr>
        <w:t>ir</w:t>
      </w:r>
      <w:r w:rsidR="003A087D">
        <w:rPr>
          <w:rFonts w:cs="Arial"/>
          <w:color w:val="313131"/>
          <w:szCs w:val="22"/>
        </w:rPr>
        <w:t xml:space="preserve"> besonders wichtig“, betont der neue ÖGH-Präsident.</w:t>
      </w:r>
    </w:p>
    <w:p w:rsidR="00C958F9" w:rsidRDefault="00C958F9" w:rsidP="00C958F9">
      <w:pPr>
        <w:shd w:val="clear" w:color="auto" w:fill="FFFFFF"/>
        <w:spacing w:line="264" w:lineRule="auto"/>
        <w:rPr>
          <w:rFonts w:cs="Arial"/>
          <w:color w:val="313131"/>
          <w:szCs w:val="22"/>
        </w:rPr>
      </w:pPr>
    </w:p>
    <w:p w:rsidR="001A780D" w:rsidRPr="00D46032" w:rsidRDefault="001A780D" w:rsidP="00C958F9">
      <w:pPr>
        <w:shd w:val="clear" w:color="auto" w:fill="FFFFFF"/>
        <w:spacing w:line="264" w:lineRule="auto"/>
        <w:rPr>
          <w:rFonts w:cs="Arial"/>
          <w:b/>
          <w:sz w:val="20"/>
        </w:rPr>
      </w:pPr>
      <w:r w:rsidRPr="00D46032">
        <w:rPr>
          <w:rFonts w:cs="Arial"/>
          <w:b/>
          <w:sz w:val="20"/>
        </w:rPr>
        <w:t xml:space="preserve">Über </w:t>
      </w:r>
      <w:proofErr w:type="spellStart"/>
      <w:r w:rsidRPr="00D46032">
        <w:rPr>
          <w:rFonts w:cs="Arial"/>
          <w:b/>
          <w:sz w:val="20"/>
        </w:rPr>
        <w:t>Doka</w:t>
      </w:r>
      <w:proofErr w:type="spellEnd"/>
      <w:r w:rsidRPr="00D46032">
        <w:rPr>
          <w:rFonts w:cs="Arial"/>
          <w:b/>
          <w:sz w:val="20"/>
        </w:rPr>
        <w:t>:</w:t>
      </w:r>
    </w:p>
    <w:p w:rsidR="001A780D" w:rsidRPr="00D46032" w:rsidRDefault="001A780D" w:rsidP="001A780D">
      <w:pPr>
        <w:rPr>
          <w:rFonts w:cs="Arial"/>
          <w:sz w:val="20"/>
        </w:rPr>
      </w:pPr>
      <w:proofErr w:type="spellStart"/>
      <w:r w:rsidRPr="00D46032">
        <w:rPr>
          <w:rFonts w:cs="Arial"/>
          <w:sz w:val="20"/>
        </w:rPr>
        <w:t>Doka</w:t>
      </w:r>
      <w:proofErr w:type="spellEnd"/>
      <w:r w:rsidRPr="00D46032">
        <w:rPr>
          <w:rFonts w:cs="Arial"/>
          <w:sz w:val="20"/>
        </w:rPr>
        <w:t xml:space="preserve"> ist ein weltweit führendes Unternehmen in der Entwicklung, Herstellung und im Vertrieb von Schalungstechnik für alle Bereiche am Bau. Mit mehr als 140 Vertriebs- und Logistikstandorten in über 70 Ländern verfügt die </w:t>
      </w:r>
      <w:proofErr w:type="spellStart"/>
      <w:r w:rsidRPr="00D46032">
        <w:rPr>
          <w:rFonts w:cs="Arial"/>
          <w:sz w:val="20"/>
        </w:rPr>
        <w:t>Doka</w:t>
      </w:r>
      <w:proofErr w:type="spellEnd"/>
      <w:r w:rsidRPr="00D46032">
        <w:rPr>
          <w:rFonts w:cs="Arial"/>
          <w:sz w:val="20"/>
        </w:rPr>
        <w:t xml:space="preserve"> Group über ein leistungsstarkes Vertriebsnetz und garantiert damit die rasche und professionelle Bereitstellung von Material und technischem Support. Die </w:t>
      </w:r>
      <w:proofErr w:type="spellStart"/>
      <w:r w:rsidRPr="00D46032">
        <w:rPr>
          <w:rFonts w:cs="Arial"/>
          <w:sz w:val="20"/>
        </w:rPr>
        <w:t>Doka</w:t>
      </w:r>
      <w:proofErr w:type="spellEnd"/>
      <w:r w:rsidRPr="00D46032">
        <w:rPr>
          <w:rFonts w:cs="Arial"/>
          <w:sz w:val="20"/>
        </w:rPr>
        <w:t xml:space="preserve"> Group ist ein</w:t>
      </w:r>
      <w:r w:rsidR="001C5BE9">
        <w:rPr>
          <w:rFonts w:cs="Arial"/>
          <w:sz w:val="20"/>
        </w:rPr>
        <w:t xml:space="preserve"> Unternehmen</w:t>
      </w:r>
      <w:r w:rsidRPr="00D46032">
        <w:rPr>
          <w:rFonts w:cs="Arial"/>
          <w:sz w:val="20"/>
        </w:rPr>
        <w:t xml:space="preserve"> der </w:t>
      </w:r>
      <w:proofErr w:type="spellStart"/>
      <w:r w:rsidRPr="00D46032">
        <w:rPr>
          <w:rFonts w:cs="Arial"/>
          <w:sz w:val="20"/>
        </w:rPr>
        <w:t>Umdasch</w:t>
      </w:r>
      <w:proofErr w:type="spellEnd"/>
      <w:r w:rsidRPr="00D46032">
        <w:rPr>
          <w:rFonts w:cs="Arial"/>
          <w:sz w:val="20"/>
        </w:rPr>
        <w:t xml:space="preserve"> Group und beschäftigt weltweit mehr als 5</w:t>
      </w:r>
      <w:r w:rsidR="00F81A04">
        <w:rPr>
          <w:rFonts w:cs="Arial"/>
          <w:sz w:val="20"/>
        </w:rPr>
        <w:t>5</w:t>
      </w:r>
      <w:r w:rsidRPr="00D46032">
        <w:rPr>
          <w:rFonts w:cs="Arial"/>
          <w:sz w:val="20"/>
        </w:rPr>
        <w:t>00 Mitarbeiterinnen und Mitarbeiter.</w:t>
      </w:r>
    </w:p>
    <w:p w:rsidR="001A780D" w:rsidRDefault="001A780D" w:rsidP="001A780D">
      <w:pPr>
        <w:rPr>
          <w:rFonts w:cs="Arial"/>
          <w:sz w:val="20"/>
        </w:rPr>
      </w:pPr>
    </w:p>
    <w:p w:rsidR="00C958F9" w:rsidRPr="00D46032" w:rsidRDefault="00C958F9" w:rsidP="001A780D">
      <w:pPr>
        <w:rPr>
          <w:rFonts w:cs="Arial"/>
          <w:sz w:val="20"/>
        </w:rPr>
      </w:pPr>
    </w:p>
    <w:p w:rsidR="001A780D" w:rsidRPr="00D46032" w:rsidRDefault="001A780D" w:rsidP="001A780D">
      <w:pPr>
        <w:rPr>
          <w:rFonts w:cs="Arial"/>
          <w:b/>
          <w:sz w:val="20"/>
        </w:rPr>
      </w:pPr>
      <w:r w:rsidRPr="00D46032">
        <w:rPr>
          <w:rFonts w:cs="Arial"/>
          <w:b/>
          <w:sz w:val="20"/>
        </w:rPr>
        <w:t>Pressekontakt:</w:t>
      </w:r>
    </w:p>
    <w:p w:rsidR="001A780D" w:rsidRPr="00D46032" w:rsidRDefault="00C958F9" w:rsidP="001A780D">
      <w:pPr>
        <w:rPr>
          <w:rFonts w:cs="Arial"/>
          <w:sz w:val="20"/>
        </w:rPr>
      </w:pPr>
      <w:r>
        <w:rPr>
          <w:rFonts w:cs="Arial"/>
          <w:sz w:val="20"/>
        </w:rPr>
        <w:t>Nina Pfeiffer</w:t>
      </w:r>
    </w:p>
    <w:p w:rsidR="001A780D" w:rsidRPr="00D46032" w:rsidRDefault="001A780D" w:rsidP="001A780D">
      <w:pPr>
        <w:rPr>
          <w:rFonts w:cs="Arial"/>
          <w:sz w:val="20"/>
        </w:rPr>
      </w:pPr>
      <w:r w:rsidRPr="00D46032">
        <w:rPr>
          <w:rFonts w:cs="Arial"/>
          <w:sz w:val="20"/>
        </w:rPr>
        <w:t xml:space="preserve">Josef </w:t>
      </w:r>
      <w:proofErr w:type="spellStart"/>
      <w:r w:rsidRPr="00D46032">
        <w:rPr>
          <w:rFonts w:cs="Arial"/>
          <w:sz w:val="20"/>
        </w:rPr>
        <w:t>Umdasch</w:t>
      </w:r>
      <w:proofErr w:type="spellEnd"/>
      <w:r w:rsidRPr="00D46032">
        <w:rPr>
          <w:rFonts w:cs="Arial"/>
          <w:sz w:val="20"/>
        </w:rPr>
        <w:t xml:space="preserve"> Platz 1, 3300 Amstetten (Austria)</w:t>
      </w:r>
    </w:p>
    <w:p w:rsidR="001A780D" w:rsidRPr="00D46032" w:rsidRDefault="00E4400F" w:rsidP="001A780D">
      <w:pPr>
        <w:rPr>
          <w:rFonts w:cs="Arial"/>
          <w:sz w:val="20"/>
        </w:rPr>
      </w:pPr>
      <w:r>
        <w:rPr>
          <w:rFonts w:cs="Arial"/>
          <w:sz w:val="20"/>
        </w:rPr>
        <w:t>Tel.: +43 7472 605-</w:t>
      </w:r>
      <w:r w:rsidR="00C958F9">
        <w:rPr>
          <w:rFonts w:cs="Arial"/>
          <w:sz w:val="20"/>
        </w:rPr>
        <w:t>2175</w:t>
      </w:r>
    </w:p>
    <w:p w:rsidR="001A780D" w:rsidRPr="00D46032" w:rsidRDefault="001A780D" w:rsidP="001A780D">
      <w:pPr>
        <w:rPr>
          <w:rFonts w:cs="Arial"/>
          <w:sz w:val="20"/>
        </w:rPr>
      </w:pPr>
      <w:r w:rsidRPr="00D46032">
        <w:rPr>
          <w:rFonts w:cs="Arial"/>
          <w:sz w:val="20"/>
        </w:rPr>
        <w:t xml:space="preserve">E-Mail: </w:t>
      </w:r>
      <w:r w:rsidR="00C958F9">
        <w:rPr>
          <w:rFonts w:cs="Arial"/>
          <w:sz w:val="20"/>
        </w:rPr>
        <w:t>nina.pfeiffer</w:t>
      </w:r>
      <w:r w:rsidRPr="00D46032">
        <w:rPr>
          <w:rFonts w:cs="Arial"/>
          <w:sz w:val="20"/>
        </w:rPr>
        <w:t>@doka.com</w:t>
      </w:r>
    </w:p>
    <w:p w:rsidR="001A780D" w:rsidRPr="00FC5399" w:rsidRDefault="001A780D" w:rsidP="001A780D">
      <w:pPr>
        <w:rPr>
          <w:rFonts w:cs="Arial"/>
          <w:sz w:val="20"/>
        </w:rPr>
      </w:pPr>
      <w:r w:rsidRPr="00FC5399">
        <w:rPr>
          <w:rFonts w:cs="Arial"/>
          <w:sz w:val="20"/>
        </w:rPr>
        <w:t>Web: www.doka.com</w:t>
      </w:r>
    </w:p>
    <w:sectPr w:rsidR="001A780D" w:rsidRPr="00FC5399" w:rsidSect="00BB424C">
      <w:headerReference w:type="default" r:id="rId7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F3C" w:rsidRDefault="00BD4F3C" w:rsidP="00C079A4">
      <w:r>
        <w:rPr>
          <w:lang w:val="en-US"/>
        </w:rPr>
        <w:separator/>
      </w:r>
    </w:p>
  </w:endnote>
  <w:endnote w:type="continuationSeparator" w:id="0">
    <w:p w:rsidR="00BD4F3C" w:rsidRDefault="00BD4F3C" w:rsidP="00C079A4">
      <w:r>
        <w:rPr>
          <w:lang w:val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F3C" w:rsidRDefault="00BD4F3C" w:rsidP="00C079A4">
      <w:r>
        <w:rPr>
          <w:lang w:val="en-US"/>
        </w:rPr>
        <w:separator/>
      </w:r>
    </w:p>
  </w:footnote>
  <w:footnote w:type="continuationSeparator" w:id="0">
    <w:p w:rsidR="00BD4F3C" w:rsidRDefault="00BD4F3C" w:rsidP="00C079A4">
      <w:r>
        <w:rPr>
          <w:lang w:val="en-US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F3C" w:rsidRDefault="00BD4F3C" w:rsidP="00C31551">
    <w:pPr>
      <w:pStyle w:val="Kopfzeile"/>
      <w:jc w:val="right"/>
    </w:pPr>
    <w:r>
      <w:rPr>
        <w:noProof/>
      </w:rPr>
      <w:drawing>
        <wp:inline distT="0" distB="0" distL="0" distR="0">
          <wp:extent cx="1557834" cy="617034"/>
          <wp:effectExtent l="19050" t="0" r="4266" b="0"/>
          <wp:docPr id="6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ka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66141" cy="620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attachedTemplate r:id="rId1"/>
  <w:defaultTabStop w:val="708"/>
  <w:hyphenationZone w:val="425"/>
  <w:doNotHyphenateCaps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4E415B"/>
    <w:rsid w:val="00003405"/>
    <w:rsid w:val="000063A8"/>
    <w:rsid w:val="0000747A"/>
    <w:rsid w:val="00014631"/>
    <w:rsid w:val="000226EA"/>
    <w:rsid w:val="00073F4A"/>
    <w:rsid w:val="00081041"/>
    <w:rsid w:val="000909C0"/>
    <w:rsid w:val="000A1FBA"/>
    <w:rsid w:val="000B02B6"/>
    <w:rsid w:val="000B2CD9"/>
    <w:rsid w:val="000B5681"/>
    <w:rsid w:val="000C0C07"/>
    <w:rsid w:val="000D56B2"/>
    <w:rsid w:val="000E35DE"/>
    <w:rsid w:val="000E3AD8"/>
    <w:rsid w:val="000E6741"/>
    <w:rsid w:val="000F4B5D"/>
    <w:rsid w:val="0010390A"/>
    <w:rsid w:val="001148C8"/>
    <w:rsid w:val="00115DDD"/>
    <w:rsid w:val="0012040C"/>
    <w:rsid w:val="001215DA"/>
    <w:rsid w:val="001446CB"/>
    <w:rsid w:val="00155347"/>
    <w:rsid w:val="00157E9F"/>
    <w:rsid w:val="00164E5D"/>
    <w:rsid w:val="00166436"/>
    <w:rsid w:val="0017344A"/>
    <w:rsid w:val="00183421"/>
    <w:rsid w:val="001869AC"/>
    <w:rsid w:val="001A12B7"/>
    <w:rsid w:val="001A780D"/>
    <w:rsid w:val="001B250F"/>
    <w:rsid w:val="001B71D8"/>
    <w:rsid w:val="001C4334"/>
    <w:rsid w:val="001C5BE9"/>
    <w:rsid w:val="001D19C5"/>
    <w:rsid w:val="001D6E5A"/>
    <w:rsid w:val="001F0AC0"/>
    <w:rsid w:val="001F0EF5"/>
    <w:rsid w:val="001F150A"/>
    <w:rsid w:val="001F2532"/>
    <w:rsid w:val="00212BDB"/>
    <w:rsid w:val="00224A19"/>
    <w:rsid w:val="00227037"/>
    <w:rsid w:val="002271F7"/>
    <w:rsid w:val="00227C61"/>
    <w:rsid w:val="00232975"/>
    <w:rsid w:val="002462F4"/>
    <w:rsid w:val="00251C5C"/>
    <w:rsid w:val="00256ACE"/>
    <w:rsid w:val="002714D9"/>
    <w:rsid w:val="0027192C"/>
    <w:rsid w:val="0028082C"/>
    <w:rsid w:val="00287CFD"/>
    <w:rsid w:val="00293BD0"/>
    <w:rsid w:val="002977F1"/>
    <w:rsid w:val="0029786D"/>
    <w:rsid w:val="002B0CD5"/>
    <w:rsid w:val="002B4A1A"/>
    <w:rsid w:val="002B6D3F"/>
    <w:rsid w:val="002D05D6"/>
    <w:rsid w:val="002D5022"/>
    <w:rsid w:val="002F017B"/>
    <w:rsid w:val="002F0869"/>
    <w:rsid w:val="002F32BD"/>
    <w:rsid w:val="002F62A6"/>
    <w:rsid w:val="002F7773"/>
    <w:rsid w:val="0031273E"/>
    <w:rsid w:val="0032628D"/>
    <w:rsid w:val="003312BE"/>
    <w:rsid w:val="00331717"/>
    <w:rsid w:val="00361DD2"/>
    <w:rsid w:val="0036305E"/>
    <w:rsid w:val="0037209A"/>
    <w:rsid w:val="00380D4B"/>
    <w:rsid w:val="00382081"/>
    <w:rsid w:val="00396950"/>
    <w:rsid w:val="003A087D"/>
    <w:rsid w:val="003A1DDA"/>
    <w:rsid w:val="003B20D5"/>
    <w:rsid w:val="003B2582"/>
    <w:rsid w:val="003B589D"/>
    <w:rsid w:val="003C251B"/>
    <w:rsid w:val="003C5B02"/>
    <w:rsid w:val="003D6027"/>
    <w:rsid w:val="003E1082"/>
    <w:rsid w:val="003E16D3"/>
    <w:rsid w:val="003E3AFE"/>
    <w:rsid w:val="003F1DA4"/>
    <w:rsid w:val="003F25FD"/>
    <w:rsid w:val="00401E26"/>
    <w:rsid w:val="00405015"/>
    <w:rsid w:val="00412A24"/>
    <w:rsid w:val="00416233"/>
    <w:rsid w:val="00417B93"/>
    <w:rsid w:val="004257B3"/>
    <w:rsid w:val="00431881"/>
    <w:rsid w:val="0043339A"/>
    <w:rsid w:val="00445F40"/>
    <w:rsid w:val="004517D8"/>
    <w:rsid w:val="004824E7"/>
    <w:rsid w:val="0048669E"/>
    <w:rsid w:val="00492C0E"/>
    <w:rsid w:val="004A1760"/>
    <w:rsid w:val="004A20F6"/>
    <w:rsid w:val="004B0380"/>
    <w:rsid w:val="004B4AC1"/>
    <w:rsid w:val="004B7529"/>
    <w:rsid w:val="004C0F99"/>
    <w:rsid w:val="004D2F67"/>
    <w:rsid w:val="004E2A47"/>
    <w:rsid w:val="004E415B"/>
    <w:rsid w:val="004F06B4"/>
    <w:rsid w:val="004F2F17"/>
    <w:rsid w:val="004F500D"/>
    <w:rsid w:val="004F7CAA"/>
    <w:rsid w:val="005139DC"/>
    <w:rsid w:val="0052157F"/>
    <w:rsid w:val="00530133"/>
    <w:rsid w:val="00550E1E"/>
    <w:rsid w:val="00551551"/>
    <w:rsid w:val="00581F9F"/>
    <w:rsid w:val="005B534E"/>
    <w:rsid w:val="005C1135"/>
    <w:rsid w:val="005D399E"/>
    <w:rsid w:val="0061775B"/>
    <w:rsid w:val="00635102"/>
    <w:rsid w:val="00640FAC"/>
    <w:rsid w:val="00651305"/>
    <w:rsid w:val="00652A58"/>
    <w:rsid w:val="006574F1"/>
    <w:rsid w:val="006577DD"/>
    <w:rsid w:val="00667445"/>
    <w:rsid w:val="00671B6C"/>
    <w:rsid w:val="00691BE0"/>
    <w:rsid w:val="006B50D1"/>
    <w:rsid w:val="006B78C7"/>
    <w:rsid w:val="007453BC"/>
    <w:rsid w:val="007477FF"/>
    <w:rsid w:val="00750711"/>
    <w:rsid w:val="00751724"/>
    <w:rsid w:val="007630C5"/>
    <w:rsid w:val="007645A6"/>
    <w:rsid w:val="0076726D"/>
    <w:rsid w:val="00770747"/>
    <w:rsid w:val="00776483"/>
    <w:rsid w:val="00776A42"/>
    <w:rsid w:val="00783015"/>
    <w:rsid w:val="00783800"/>
    <w:rsid w:val="007A6D49"/>
    <w:rsid w:val="007B251C"/>
    <w:rsid w:val="007C1542"/>
    <w:rsid w:val="007C6E7A"/>
    <w:rsid w:val="007D3B6C"/>
    <w:rsid w:val="007E1932"/>
    <w:rsid w:val="00811CBF"/>
    <w:rsid w:val="008154B6"/>
    <w:rsid w:val="008330AF"/>
    <w:rsid w:val="00843C6A"/>
    <w:rsid w:val="008505AD"/>
    <w:rsid w:val="00852EE6"/>
    <w:rsid w:val="00871D8F"/>
    <w:rsid w:val="00876A9D"/>
    <w:rsid w:val="00877D6C"/>
    <w:rsid w:val="00895893"/>
    <w:rsid w:val="008B7FF1"/>
    <w:rsid w:val="008E025D"/>
    <w:rsid w:val="008F257E"/>
    <w:rsid w:val="009213EE"/>
    <w:rsid w:val="00926441"/>
    <w:rsid w:val="00937831"/>
    <w:rsid w:val="00940A02"/>
    <w:rsid w:val="0094743E"/>
    <w:rsid w:val="00954CC2"/>
    <w:rsid w:val="00954EF4"/>
    <w:rsid w:val="009572CE"/>
    <w:rsid w:val="00961CD7"/>
    <w:rsid w:val="00962F70"/>
    <w:rsid w:val="00963AEB"/>
    <w:rsid w:val="00965009"/>
    <w:rsid w:val="00982D2F"/>
    <w:rsid w:val="009935BA"/>
    <w:rsid w:val="00995247"/>
    <w:rsid w:val="00996FFB"/>
    <w:rsid w:val="009B1339"/>
    <w:rsid w:val="00A27CDF"/>
    <w:rsid w:val="00A33A39"/>
    <w:rsid w:val="00A36A76"/>
    <w:rsid w:val="00A53C08"/>
    <w:rsid w:val="00A55832"/>
    <w:rsid w:val="00A63FE6"/>
    <w:rsid w:val="00AA096C"/>
    <w:rsid w:val="00AB7233"/>
    <w:rsid w:val="00AC4B2D"/>
    <w:rsid w:val="00AC6693"/>
    <w:rsid w:val="00AE315C"/>
    <w:rsid w:val="00AE6C3B"/>
    <w:rsid w:val="00AF187F"/>
    <w:rsid w:val="00AF27E1"/>
    <w:rsid w:val="00B00763"/>
    <w:rsid w:val="00B0401C"/>
    <w:rsid w:val="00B142A0"/>
    <w:rsid w:val="00B1511C"/>
    <w:rsid w:val="00B25F9C"/>
    <w:rsid w:val="00B32250"/>
    <w:rsid w:val="00B40C55"/>
    <w:rsid w:val="00B47B60"/>
    <w:rsid w:val="00B502B9"/>
    <w:rsid w:val="00B61836"/>
    <w:rsid w:val="00B7690C"/>
    <w:rsid w:val="00B92E89"/>
    <w:rsid w:val="00BA0102"/>
    <w:rsid w:val="00BA17CC"/>
    <w:rsid w:val="00BB1AC2"/>
    <w:rsid w:val="00BB424C"/>
    <w:rsid w:val="00BC146F"/>
    <w:rsid w:val="00BD151A"/>
    <w:rsid w:val="00BD15B2"/>
    <w:rsid w:val="00BD1803"/>
    <w:rsid w:val="00BD4F3C"/>
    <w:rsid w:val="00BE3FE8"/>
    <w:rsid w:val="00BF1B65"/>
    <w:rsid w:val="00BF3574"/>
    <w:rsid w:val="00BF5DFE"/>
    <w:rsid w:val="00C079A4"/>
    <w:rsid w:val="00C10DDE"/>
    <w:rsid w:val="00C167F8"/>
    <w:rsid w:val="00C31551"/>
    <w:rsid w:val="00C425F3"/>
    <w:rsid w:val="00C434EB"/>
    <w:rsid w:val="00C45212"/>
    <w:rsid w:val="00C64667"/>
    <w:rsid w:val="00C7709B"/>
    <w:rsid w:val="00C958F9"/>
    <w:rsid w:val="00C97F72"/>
    <w:rsid w:val="00CB506E"/>
    <w:rsid w:val="00CB7067"/>
    <w:rsid w:val="00CB7272"/>
    <w:rsid w:val="00CD2AB6"/>
    <w:rsid w:val="00CD3250"/>
    <w:rsid w:val="00CE0FB7"/>
    <w:rsid w:val="00CE602A"/>
    <w:rsid w:val="00CE6AF8"/>
    <w:rsid w:val="00CE7954"/>
    <w:rsid w:val="00CF5E2C"/>
    <w:rsid w:val="00D23C50"/>
    <w:rsid w:val="00D2662E"/>
    <w:rsid w:val="00D365B3"/>
    <w:rsid w:val="00D44A55"/>
    <w:rsid w:val="00D46032"/>
    <w:rsid w:val="00D5493F"/>
    <w:rsid w:val="00D61CFC"/>
    <w:rsid w:val="00D66655"/>
    <w:rsid w:val="00D74D79"/>
    <w:rsid w:val="00D77742"/>
    <w:rsid w:val="00D84FB0"/>
    <w:rsid w:val="00DA3890"/>
    <w:rsid w:val="00DA5D9A"/>
    <w:rsid w:val="00DB06DC"/>
    <w:rsid w:val="00DE28E5"/>
    <w:rsid w:val="00DF03CD"/>
    <w:rsid w:val="00E004D4"/>
    <w:rsid w:val="00E01C61"/>
    <w:rsid w:val="00E0306D"/>
    <w:rsid w:val="00E15FE5"/>
    <w:rsid w:val="00E27BED"/>
    <w:rsid w:val="00E4400F"/>
    <w:rsid w:val="00E4713E"/>
    <w:rsid w:val="00E60719"/>
    <w:rsid w:val="00E64721"/>
    <w:rsid w:val="00EB5ECB"/>
    <w:rsid w:val="00EE3AC0"/>
    <w:rsid w:val="00EF488A"/>
    <w:rsid w:val="00EF59EA"/>
    <w:rsid w:val="00F05C7D"/>
    <w:rsid w:val="00F06B10"/>
    <w:rsid w:val="00F258B9"/>
    <w:rsid w:val="00F326B6"/>
    <w:rsid w:val="00F46C92"/>
    <w:rsid w:val="00F525D4"/>
    <w:rsid w:val="00F52AEA"/>
    <w:rsid w:val="00F664EA"/>
    <w:rsid w:val="00F81A04"/>
    <w:rsid w:val="00F87A68"/>
    <w:rsid w:val="00FA3C2A"/>
    <w:rsid w:val="00FB32CA"/>
    <w:rsid w:val="00FC5399"/>
    <w:rsid w:val="00FE2310"/>
    <w:rsid w:val="00FE2D77"/>
    <w:rsid w:val="00FE3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7C6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27C61"/>
    <w:pPr>
      <w:keepNext/>
      <w:outlineLvl w:val="0"/>
    </w:pPr>
    <w:rPr>
      <w:rFonts w:cs="Arial"/>
      <w:b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B1AC2"/>
    <w:rPr>
      <w:rFonts w:ascii="Cambria" w:eastAsia="SimSun" w:hAnsi="Cambria" w:cs="Times New Roman"/>
      <w:b/>
      <w:bCs/>
      <w:kern w:val="32"/>
      <w:sz w:val="32"/>
      <w:szCs w:val="32"/>
      <w:lang w:val="de-DE" w:eastAsia="de-DE"/>
    </w:rPr>
  </w:style>
  <w:style w:type="paragraph" w:styleId="Textkrper">
    <w:name w:val="Body Text"/>
    <w:basedOn w:val="Standard"/>
    <w:link w:val="TextkrperZchn"/>
    <w:uiPriority w:val="99"/>
    <w:semiHidden/>
    <w:rsid w:val="00227C61"/>
    <w:rPr>
      <w:rFonts w:cs="Arial"/>
      <w:sz w:val="3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B1AC2"/>
    <w:rPr>
      <w:rFonts w:ascii="Arial" w:hAnsi="Arial"/>
      <w:sz w:val="22"/>
      <w:lang w:val="de-DE" w:eastAsia="de-DE"/>
    </w:rPr>
  </w:style>
  <w:style w:type="paragraph" w:styleId="Textkrper2">
    <w:name w:val="Body Text 2"/>
    <w:basedOn w:val="Standard"/>
    <w:link w:val="Textkrper2Zchn"/>
    <w:uiPriority w:val="99"/>
    <w:semiHidden/>
    <w:rsid w:val="00227C61"/>
    <w:rPr>
      <w:rFonts w:cs="Arial"/>
      <w:b/>
      <w:bCs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B1AC2"/>
    <w:rPr>
      <w:rFonts w:ascii="Arial" w:hAnsi="Arial"/>
      <w:sz w:val="22"/>
      <w:lang w:val="de-DE" w:eastAsia="de-DE"/>
    </w:rPr>
  </w:style>
  <w:style w:type="character" w:styleId="Hyperlink">
    <w:name w:val="Hyperlink"/>
    <w:basedOn w:val="Absatz-Standardschriftart"/>
    <w:uiPriority w:val="99"/>
    <w:semiHidden/>
    <w:rsid w:val="00227C61"/>
    <w:rPr>
      <w:rFonts w:cs="Times New Roman"/>
      <w:color w:val="0000FF"/>
      <w:u w:val="single"/>
    </w:rPr>
  </w:style>
  <w:style w:type="paragraph" w:customStyle="1" w:styleId="Bauausfhrung">
    <w:name w:val="Bauausführung"/>
    <w:basedOn w:val="Standard"/>
    <w:rsid w:val="00227C61"/>
    <w:rPr>
      <w:rFonts w:cs="Arial"/>
      <w:i/>
      <w:iCs/>
    </w:rPr>
  </w:style>
  <w:style w:type="paragraph" w:customStyle="1" w:styleId="Einleitung">
    <w:name w:val="Einleitung"/>
    <w:basedOn w:val="Textkrper2"/>
    <w:rsid w:val="00227C61"/>
    <w:rPr>
      <w:rFonts w:cs="Times New Roman"/>
    </w:rPr>
  </w:style>
  <w:style w:type="paragraph" w:customStyle="1" w:styleId="Bildhinweis">
    <w:name w:val="Bildhinweis"/>
    <w:basedOn w:val="Standard"/>
    <w:rsid w:val="00227C61"/>
    <w:pPr>
      <w:keepNext/>
      <w:keepLines/>
    </w:pPr>
    <w:rPr>
      <w:rFonts w:cs="Arial"/>
      <w:i/>
    </w:rPr>
  </w:style>
  <w:style w:type="paragraph" w:customStyle="1" w:styleId="Fotohinweis">
    <w:name w:val="Fotohinweis"/>
    <w:basedOn w:val="Standard"/>
    <w:rsid w:val="00227C61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227C61"/>
    <w:pPr>
      <w:keepNext/>
      <w:keepLines/>
      <w:spacing w:before="240"/>
    </w:pPr>
    <w:rPr>
      <w:rFonts w:cs="Arial"/>
      <w:b/>
      <w:bCs/>
      <w:iCs/>
    </w:rPr>
  </w:style>
  <w:style w:type="paragraph" w:customStyle="1" w:styleId="berschriftBild">
    <w:name w:val="ÜberschriftBild"/>
    <w:basedOn w:val="Standard"/>
    <w:rsid w:val="00227C61"/>
    <w:pPr>
      <w:keepNext/>
      <w:spacing w:after="240"/>
    </w:pPr>
    <w:rPr>
      <w:rFonts w:cs="Arial"/>
      <w:b/>
    </w:rPr>
  </w:style>
  <w:style w:type="paragraph" w:customStyle="1" w:styleId="Bild">
    <w:name w:val="Bild"/>
    <w:basedOn w:val="Standard"/>
    <w:rsid w:val="00D44A55"/>
    <w:pPr>
      <w:keepNext/>
      <w:spacing w:before="120"/>
      <w:ind w:right="-1220"/>
    </w:pPr>
    <w:rPr>
      <w:noProof/>
    </w:rPr>
  </w:style>
  <w:style w:type="paragraph" w:customStyle="1" w:styleId="SubHead">
    <w:name w:val="SubHead"/>
    <w:basedOn w:val="Einleitung"/>
    <w:rsid w:val="00227C6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17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A176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079A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079A4"/>
    <w:rPr>
      <w:rFonts w:ascii="Arial" w:hAnsi="Arial" w:cs="Times New Roman"/>
      <w:sz w:val="22"/>
      <w:lang w:val="de-DE"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C079A4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C079A4"/>
    <w:rPr>
      <w:rFonts w:ascii="Arial" w:hAnsi="Arial" w:cs="Times New Roman"/>
      <w:sz w:val="22"/>
      <w:lang w:val="de-DE" w:eastAsia="de-DE"/>
    </w:rPr>
  </w:style>
  <w:style w:type="paragraph" w:styleId="StandardWeb">
    <w:name w:val="Normal (Web)"/>
    <w:basedOn w:val="Standard"/>
    <w:uiPriority w:val="99"/>
    <w:unhideWhenUsed/>
    <w:rsid w:val="00CD2AB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ts\AppData\Roaming\Microsoft\Templates\!DokaPM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5DC50-0234-4C51-9F59-EC0C2064E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!DokaPM.dot</Template>
  <TotalTime>0</TotalTime>
  <Pages>1</Pages>
  <Words>296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Pressemitteilung</vt:lpstr>
      <vt:lpstr>Pressemitteilung</vt:lpstr>
    </vt:vector>
  </TitlesOfParts>
  <Company>Deutsche Doka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Ulrich Götschel</dc:creator>
  <cp:lastModifiedBy>Reimann Jürgen</cp:lastModifiedBy>
  <cp:revision>14</cp:revision>
  <cp:lastPrinted>2012-01-19T07:43:00Z</cp:lastPrinted>
  <dcterms:created xsi:type="dcterms:W3CDTF">2012-01-17T15:00:00Z</dcterms:created>
  <dcterms:modified xsi:type="dcterms:W3CDTF">2012-01-19T07:49:00Z</dcterms:modified>
</cp:coreProperties>
</file>